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D5" w:rsidRPr="00FE72B4" w:rsidRDefault="007B39D5" w:rsidP="00953D34">
      <w:pPr>
        <w:jc w:val="center"/>
        <w:rPr>
          <w:rFonts w:ascii="Times New Roman" w:hAnsi="Times New Roman" w:cs="Times New Roman"/>
          <w:sz w:val="32"/>
          <w:szCs w:val="32"/>
        </w:rPr>
      </w:pPr>
      <w:r w:rsidRPr="00FE72B4">
        <w:rPr>
          <w:rFonts w:ascii="Times New Roman" w:hAnsi="Times New Roman" w:cs="Times New Roman"/>
          <w:sz w:val="32"/>
          <w:szCs w:val="32"/>
        </w:rPr>
        <w:t>Правила управления маломерным судном в штормовых условиях.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Несмотря на то, что, на календаре первый месяц лета, любителей отдохнуть на водных объектах Новосибирской области предостаточно. ГИМС МЧС России напоминает о необходимости соблюдения правил безопасности на водных объектах. Большинство происшествий происходит из-за чьих-либо ошибок. И одна из них - нарушение правил безопасности плавания без учета погодных условий. Не стоит забывать, что погода - вещь непредсказуемая, и хороший летний день в одночасье может обернуться штормом с сильным ветром и проливным дождем.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Поскольку шторм с его силой ветра и увеличением высоты волн всегда представляет очень серьезную угрозу для членов команды и пассажиров любого судна. Первейш</w:t>
      </w:r>
      <w:bookmarkStart w:id="0" w:name="_GoBack"/>
      <w:bookmarkEnd w:id="0"/>
      <w:r w:rsidRPr="00FE72B4">
        <w:rPr>
          <w:rFonts w:ascii="Times New Roman" w:hAnsi="Times New Roman" w:cs="Times New Roman"/>
          <w:sz w:val="24"/>
          <w:szCs w:val="24"/>
        </w:rPr>
        <w:t>ей обязанностью судоводителя является изыскание возможности его избежать (отложить выход до улучшения прогноза) или своевременно укрыться в ближайшей бухте, обеспечивающей безопасность стоянки (при получении штормового предупреждения в период плавания). </w:t>
      </w:r>
      <w:r w:rsidRPr="00FE72B4">
        <w:rPr>
          <w:rFonts w:ascii="Times New Roman" w:hAnsi="Times New Roman" w:cs="Times New Roman"/>
          <w:sz w:val="24"/>
          <w:szCs w:val="24"/>
        </w:rPr>
        <w:br/>
        <w:t>Если по каким - либо причинам этого сделать не представилось возможным (удаленность от мест укрытия, чрезвычайная необходимость выхода и т.п.), судоводитель должен подготовить маломерное судно для плавания в штормовых условиях: </w:t>
      </w:r>
    </w:p>
    <w:p w:rsidR="007B39D5" w:rsidRPr="00FE72B4" w:rsidRDefault="007B39D5" w:rsidP="00953D34">
      <w:pPr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• предупредить экипаж и пассажиров, провести инструктаж пассажиров по правилам поведения и правилам пользования спасательными средствами; </w:t>
      </w:r>
      <w:r w:rsidRPr="00FE72B4">
        <w:rPr>
          <w:rFonts w:ascii="Times New Roman" w:hAnsi="Times New Roman" w:cs="Times New Roman"/>
          <w:sz w:val="24"/>
          <w:szCs w:val="24"/>
        </w:rPr>
        <w:br/>
        <w:t>• убедиться, что у всех одеты спасательные жилеты; </w:t>
      </w:r>
      <w:r w:rsidRPr="00FE72B4">
        <w:rPr>
          <w:rFonts w:ascii="Times New Roman" w:hAnsi="Times New Roman" w:cs="Times New Roman"/>
          <w:sz w:val="24"/>
          <w:szCs w:val="24"/>
        </w:rPr>
        <w:br/>
        <w:t>• задраить водонепроницаемые двери, люки и горловины, </w:t>
      </w:r>
      <w:r w:rsidRPr="00FE72B4">
        <w:rPr>
          <w:rFonts w:ascii="Times New Roman" w:hAnsi="Times New Roman" w:cs="Times New Roman"/>
          <w:sz w:val="24"/>
          <w:szCs w:val="24"/>
        </w:rPr>
        <w:br/>
        <w:t>• привести в готовность средства борьбы за живучесть и водоотливные средства, </w:t>
      </w:r>
      <w:r w:rsidRPr="00FE72B4">
        <w:rPr>
          <w:rFonts w:ascii="Times New Roman" w:hAnsi="Times New Roman" w:cs="Times New Roman"/>
          <w:sz w:val="24"/>
          <w:szCs w:val="24"/>
        </w:rPr>
        <w:br/>
        <w:t>• проверить крепление грузов и предметов, а при наличии груза на палубе - раскрепить его с возможной степенью надежности; </w:t>
      </w:r>
      <w:r w:rsidRPr="00FE72B4">
        <w:rPr>
          <w:rFonts w:ascii="Times New Roman" w:hAnsi="Times New Roman" w:cs="Times New Roman"/>
          <w:sz w:val="24"/>
          <w:szCs w:val="24"/>
        </w:rPr>
        <w:br/>
        <w:t>• подготовить необходимое оборудование для подачи сигналов бедствия; </w:t>
      </w:r>
      <w:r w:rsidRPr="00FE72B4">
        <w:rPr>
          <w:rFonts w:ascii="Times New Roman" w:hAnsi="Times New Roman" w:cs="Times New Roman"/>
          <w:sz w:val="24"/>
          <w:szCs w:val="24"/>
        </w:rPr>
        <w:br/>
        <w:t>• при наличии радиостанции - установить и поддерживать уверенную связь с берегом.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Государственные инспекторы ГИМС советуют судоводителям следить за изменениями обстановки на воде и прогнозом погоды, положить в судно компас или GPS - он в тумане укажет путь. Непременно надевайте теплую и водонепроницаемую одежду и заранее по карте ознакомьтесь с предстоящим маршрутом движения.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Уважаемые судовладельцы и судоводители, помните, что при ветре и волнах ураганной силы предсказать развитие событий невозможно: любое самое прочное судно и любой самый опытный экипаж находятся во власти стихии, а посему прежде, чем выйти в море, имеет смысл заранее изучить прогноз погоды на предстоящие  дни. 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2B4">
        <w:rPr>
          <w:rFonts w:ascii="Times New Roman" w:hAnsi="Times New Roman" w:cs="Times New Roman"/>
          <w:b/>
          <w:bCs/>
          <w:sz w:val="24"/>
          <w:szCs w:val="24"/>
        </w:rPr>
        <w:t>Соблюдайте правила безопасности при пользовании маломерными судами. Находясь у воды или на воде, никогда не забывайте о собственной безопасности и будьте готовы оказать помощь оказавшимся в бедственном положении.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2B4">
        <w:rPr>
          <w:rFonts w:ascii="Times New Roman" w:hAnsi="Times New Roman" w:cs="Times New Roman"/>
          <w:b/>
          <w:bCs/>
          <w:sz w:val="24"/>
          <w:szCs w:val="24"/>
        </w:rPr>
        <w:t>Телефон пожарно-спасательной службы МЧС России 101. Набор номера осуществляется с мобильного, и стационарного телефонов.</w:t>
      </w:r>
      <w:r w:rsidRPr="00FE72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Номер 112 является единым номером вызова служб экстренного реагирования</w:t>
      </w:r>
    </w:p>
    <w:p w:rsidR="007B39D5" w:rsidRPr="00FE72B4" w:rsidRDefault="007B39D5" w:rsidP="001A6DDF">
      <w:pPr>
        <w:pStyle w:val="NormalWeb"/>
      </w:pPr>
      <w:r w:rsidRPr="00FE72B4">
        <w:t xml:space="preserve">Купинское инспекторское отделение ФКУ «Центр ГИМС МЧС России  по  НСО»  </w:t>
      </w:r>
    </w:p>
    <w:p w:rsidR="007B39D5" w:rsidRPr="00953D34" w:rsidRDefault="007B39D5" w:rsidP="00953D34">
      <w:pPr>
        <w:jc w:val="both"/>
      </w:pPr>
    </w:p>
    <w:sectPr w:rsidR="007B39D5" w:rsidRPr="00953D34" w:rsidSect="001A6DD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F64"/>
    <w:rsid w:val="001A6DDF"/>
    <w:rsid w:val="001C4D4A"/>
    <w:rsid w:val="002C5B4A"/>
    <w:rsid w:val="004D2329"/>
    <w:rsid w:val="005B7223"/>
    <w:rsid w:val="005E2DE7"/>
    <w:rsid w:val="006C76DE"/>
    <w:rsid w:val="00752D2F"/>
    <w:rsid w:val="007B39D5"/>
    <w:rsid w:val="00953D34"/>
    <w:rsid w:val="00AC2F64"/>
    <w:rsid w:val="00C81C8E"/>
    <w:rsid w:val="00D912C2"/>
    <w:rsid w:val="00F638F8"/>
    <w:rsid w:val="00FE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C8E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C2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C2F6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rsid w:val="005E2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20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</Pages>
  <Words>433</Words>
  <Characters>2470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Zver</cp:lastModifiedBy>
  <cp:revision>3</cp:revision>
  <dcterms:created xsi:type="dcterms:W3CDTF">2017-08-09T08:05:00Z</dcterms:created>
  <dcterms:modified xsi:type="dcterms:W3CDTF">2018-06-03T20:45:00Z</dcterms:modified>
</cp:coreProperties>
</file>